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736BB368" w14:textId="60C7B3BE" w:rsidR="00D9061A" w:rsidRDefault="00D9061A" w:rsidP="00D9061A">
            <w:pPr>
              <w:framePr w:w="9582" w:h="2155" w:wrap="notBeside" w:vAnchor="page" w:hAnchor="page" w:x="1702" w:y="3063"/>
            </w:pPr>
            <w:r w:rsidRPr="00D9061A"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 w:rsidRPr="00D9061A">
              <w:instrText xml:space="preserve"> FORMTEXT </w:instrText>
            </w:r>
            <w:r w:rsidRPr="00D9061A">
              <w:fldChar w:fldCharType="separate"/>
            </w:r>
            <w:r w:rsidRPr="00D9061A"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Pr="00D9061A">
              <w:instrText xml:space="preserve"> FORMTEXT </w:instrText>
            </w:r>
            <w:r w:rsidRPr="00D9061A">
              <w:fldChar w:fldCharType="separate"/>
            </w:r>
            <w:r w:rsidR="00EE577B">
              <w:t>Maa-amet</w:t>
            </w:r>
          </w:p>
          <w:p w14:paraId="119C2CE4" w14:textId="324E34C4" w:rsidR="00E85637" w:rsidRDefault="00EE577B" w:rsidP="00EE577B">
            <w:pPr>
              <w:framePr w:w="9582" w:h="2155" w:wrap="notBeside" w:vAnchor="page" w:hAnchor="page" w:x="1702" w:y="3063"/>
            </w:pPr>
            <w:r w:rsidRPr="00EE577B">
              <w:t>maaamet@maaamet.ee</w:t>
            </w:r>
            <w:r w:rsidR="00D9061A" w:rsidRPr="00D9061A">
              <w:fldChar w:fldCharType="end"/>
            </w:r>
            <w:r w:rsidR="00D9061A" w:rsidRPr="00D9061A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2EFD953D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</w:t>
            </w:r>
            <w:r w:rsidR="00883F69">
              <w:rPr>
                <w:noProof/>
              </w:rPr>
              <w:t>4</w:t>
            </w:r>
            <w:r w:rsidR="003825A1">
              <w:rPr>
                <w:noProof/>
              </w:rPr>
              <w:t>/</w:t>
            </w:r>
            <w:r w:rsidR="00EE577B">
              <w:rPr>
                <w:noProof/>
              </w:rPr>
              <w:t>1764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02665" w14:textId="77777777" w:rsidR="00EE577B" w:rsidRPr="00EE577B" w:rsidRDefault="00EE577B" w:rsidP="00EE577B">
      <w:pPr>
        <w:rPr>
          <w:b/>
          <w:kern w:val="28"/>
        </w:rPr>
      </w:pPr>
      <w:r w:rsidRPr="00EE577B">
        <w:rPr>
          <w:b/>
          <w:kern w:val="28"/>
        </w:rP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2" w:name="Text7"/>
      <w:r w:rsidRPr="00EE577B">
        <w:rPr>
          <w:b/>
          <w:kern w:val="28"/>
        </w:rPr>
        <w:instrText xml:space="preserve"> FORMTEXT </w:instrText>
      </w:r>
      <w:r w:rsidRPr="00EE577B">
        <w:rPr>
          <w:b/>
          <w:kern w:val="28"/>
        </w:rPr>
      </w:r>
      <w:r w:rsidRPr="00EE577B">
        <w:rPr>
          <w:b/>
          <w:kern w:val="28"/>
        </w:rPr>
        <w:fldChar w:fldCharType="separate"/>
      </w:r>
      <w:r w:rsidRPr="00EE577B">
        <w:rPr>
          <w:b/>
          <w:kern w:val="28"/>
        </w:rPr>
        <w:t>Taotlus ohtlike puude raieks Pärnu linnas</w:t>
      </w:r>
    </w:p>
    <w:p w14:paraId="2B3DB1F5" w14:textId="77777777" w:rsidR="00EE577B" w:rsidRPr="00EE577B" w:rsidRDefault="00EE577B" w:rsidP="00EE577B">
      <w:pPr>
        <w:rPr>
          <w:b/>
          <w:kern w:val="28"/>
        </w:rPr>
      </w:pPr>
      <w:r w:rsidRPr="00EE577B">
        <w:rPr>
          <w:b/>
          <w:kern w:val="28"/>
        </w:rPr>
        <w:t>Mäe tn 9 a</w:t>
      </w:r>
      <w:r w:rsidRPr="00EE577B">
        <w:rPr>
          <w:b/>
          <w:kern w:val="28"/>
        </w:rPr>
        <w:fldChar w:fldCharType="end"/>
      </w:r>
      <w:bookmarkEnd w:id="2"/>
    </w:p>
    <w:p w14:paraId="55042EF1" w14:textId="77777777" w:rsidR="00E85637" w:rsidRDefault="00E85637">
      <w:pPr>
        <w:rPr>
          <w:sz w:val="26"/>
        </w:rPr>
      </w:pPr>
    </w:p>
    <w:p w14:paraId="2C151E4A" w14:textId="77777777" w:rsidR="00883F69" w:rsidRDefault="00883F69">
      <w:pPr>
        <w:rPr>
          <w:sz w:val="26"/>
        </w:rPr>
      </w:pPr>
    </w:p>
    <w:p w14:paraId="2822402D" w14:textId="77777777" w:rsidR="00E85637" w:rsidRDefault="00E85637">
      <w:pPr>
        <w:sectPr w:rsidR="00E85637" w:rsidSect="00AB26EB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0C45A49A" w14:textId="77777777" w:rsidR="00EE577B" w:rsidRPr="00EE577B" w:rsidRDefault="00EE577B" w:rsidP="00EE577B">
      <w:r w:rsidRPr="00EE577B">
        <w:t>Pärnu linnas Mäe tn 9a kinnistult (62401:001:0469) on vaja raiuda 12 ohtlikku puud. Mäe tn 9a kinnistu volitatud asutus on Maa-amet. Tulenevalt asjaolust, et tegemist on tiheasustusalaga, siis on vajalik võtta raieks luba Pärnu linnast. Raie loa saab võtta vaid kinnistu volitatud asutus.</w:t>
      </w:r>
    </w:p>
    <w:p w14:paraId="66C8538D" w14:textId="5B6989D6" w:rsidR="00EE577B" w:rsidRPr="00EE577B" w:rsidRDefault="00EE577B" w:rsidP="00EE577B">
      <w:r w:rsidRPr="00EE577B">
        <w:t xml:space="preserve">RMK on valmis ohtlikud puud likvideerima, kui Maa-amet võtab Pärnu linnast raieloa ja edastab selle </w:t>
      </w:r>
      <w:proofErr w:type="spellStart"/>
      <w:r w:rsidRPr="00EE577B">
        <w:t>RMK’le</w:t>
      </w:r>
      <w:proofErr w:type="spellEnd"/>
      <w:r w:rsidRPr="00EE577B">
        <w:t xml:space="preserve">. Raieloa vorm on leitav Pärnu linna </w:t>
      </w:r>
      <w:hyperlink r:id="rId14" w:history="1">
        <w:r w:rsidRPr="00EE577B">
          <w:rPr>
            <w:rStyle w:val="Hperlink"/>
          </w:rPr>
          <w:t>kodu</w:t>
        </w:r>
        <w:r w:rsidRPr="00EE577B">
          <w:rPr>
            <w:rStyle w:val="Hperlink"/>
          </w:rPr>
          <w:t>l</w:t>
        </w:r>
        <w:r w:rsidRPr="00EE577B">
          <w:rPr>
            <w:rStyle w:val="Hperlink"/>
          </w:rPr>
          <w:t>ehelt</w:t>
        </w:r>
      </w:hyperlink>
      <w:r w:rsidRPr="00EE577B">
        <w:t xml:space="preserve">, vajadusel on linnapoolne kontakt haljastuse peaspetsialist Maire Akermann (521 7496, </w:t>
      </w:r>
      <w:hyperlink r:id="rId15" w:history="1">
        <w:r w:rsidRPr="00EE577B">
          <w:rPr>
            <w:rStyle w:val="Hperlink"/>
          </w:rPr>
          <w:t>maire.akkermann@parnu.ee</w:t>
        </w:r>
      </w:hyperlink>
      <w:r w:rsidRPr="00EE577B">
        <w:t>)</w:t>
      </w:r>
      <w:r>
        <w:t>.</w:t>
      </w:r>
    </w:p>
    <w:p w14:paraId="0DE0BD81" w14:textId="77777777" w:rsidR="00D9061A" w:rsidRPr="00D9061A" w:rsidRDefault="00D9061A" w:rsidP="00D9061A"/>
    <w:p w14:paraId="01D2B910" w14:textId="77777777" w:rsidR="00D9061A" w:rsidRPr="00D9061A" w:rsidRDefault="00D9061A" w:rsidP="00D9061A">
      <w:pPr>
        <w:sectPr w:rsidR="00D9061A" w:rsidRPr="00D9061A" w:rsidSect="00AB26EB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4504D44A" w14:textId="4B935ABE" w:rsidR="001D139F" w:rsidRDefault="001D139F"/>
    <w:p w14:paraId="49124A17" w14:textId="77777777" w:rsidR="00C7654C" w:rsidRDefault="00C7654C"/>
    <w:p w14:paraId="65746115" w14:textId="77777777" w:rsidR="0093754F" w:rsidRDefault="0093754F" w:rsidP="00E02093">
      <w:pPr>
        <w:jc w:val="both"/>
        <w:rPr>
          <w:szCs w:val="24"/>
        </w:rPr>
      </w:pPr>
    </w:p>
    <w:p w14:paraId="502F09FB" w14:textId="77777777" w:rsidR="0007517B" w:rsidRPr="0007517B" w:rsidRDefault="0007517B" w:rsidP="0007517B">
      <w:pPr>
        <w:jc w:val="both"/>
        <w:rPr>
          <w:szCs w:val="24"/>
        </w:rPr>
      </w:pPr>
    </w:p>
    <w:p w14:paraId="379EB02F" w14:textId="77777777" w:rsidR="0007517B" w:rsidRPr="0007517B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07517B">
        <w:rPr>
          <w:szCs w:val="24"/>
        </w:rPr>
        <w:instrText xml:space="preserve"> FORMTEXT </w:instrText>
      </w:r>
      <w:r w:rsidRPr="0007517B">
        <w:rPr>
          <w:szCs w:val="24"/>
        </w:rPr>
      </w:r>
      <w:r w:rsidRPr="0007517B">
        <w:rPr>
          <w:szCs w:val="24"/>
        </w:rPr>
        <w:fldChar w:fldCharType="separate"/>
      </w:r>
      <w:r w:rsidRPr="0007517B">
        <w:rPr>
          <w:szCs w:val="24"/>
        </w:rPr>
        <w:t>Lugupidamisega</w:t>
      </w:r>
      <w:r w:rsidRPr="0007517B">
        <w:rPr>
          <w:szCs w:val="24"/>
        </w:rPr>
        <w:fldChar w:fldCharType="end"/>
      </w:r>
    </w:p>
    <w:p w14:paraId="5DD9D849" w14:textId="77777777" w:rsidR="0007517B" w:rsidRPr="0007517B" w:rsidRDefault="0007517B" w:rsidP="0007517B">
      <w:pPr>
        <w:jc w:val="both"/>
        <w:rPr>
          <w:szCs w:val="24"/>
        </w:rPr>
      </w:pPr>
    </w:p>
    <w:p w14:paraId="094B40DD" w14:textId="77777777" w:rsidR="0007517B" w:rsidRPr="0007517B" w:rsidRDefault="0007517B" w:rsidP="0007517B">
      <w:pPr>
        <w:jc w:val="both"/>
        <w:rPr>
          <w:szCs w:val="24"/>
        </w:rPr>
      </w:pPr>
    </w:p>
    <w:p w14:paraId="270417AF" w14:textId="77777777" w:rsidR="0007517B" w:rsidRPr="0007517B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r w:rsidRPr="0007517B">
        <w:rPr>
          <w:szCs w:val="24"/>
        </w:rPr>
        <w:instrText xml:space="preserve"> FORMDROPDOWN </w:instrText>
      </w:r>
      <w:r w:rsidR="00AB26EB">
        <w:rPr>
          <w:szCs w:val="24"/>
        </w:rPr>
      </w:r>
      <w:r w:rsidR="00AB26EB">
        <w:rPr>
          <w:szCs w:val="24"/>
        </w:rPr>
        <w:fldChar w:fldCharType="separate"/>
      </w:r>
      <w:r w:rsidRPr="0007517B">
        <w:rPr>
          <w:szCs w:val="24"/>
        </w:rPr>
        <w:fldChar w:fldCharType="end"/>
      </w:r>
    </w:p>
    <w:p w14:paraId="630D4D4B" w14:textId="77777777" w:rsidR="0007517B" w:rsidRPr="0007517B" w:rsidRDefault="0007517B" w:rsidP="0007517B">
      <w:pPr>
        <w:jc w:val="both"/>
        <w:rPr>
          <w:szCs w:val="24"/>
        </w:rPr>
      </w:pPr>
    </w:p>
    <w:p w14:paraId="1367AC6E" w14:textId="77777777" w:rsidR="0007517B" w:rsidRPr="0007517B" w:rsidRDefault="0007517B" w:rsidP="0007517B">
      <w:pPr>
        <w:jc w:val="both"/>
        <w:rPr>
          <w:szCs w:val="24"/>
        </w:rPr>
      </w:pPr>
    </w:p>
    <w:p w14:paraId="09CB6991" w14:textId="5BAFD890" w:rsidR="00883F69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3" w:name="Text30"/>
      <w:r w:rsidRPr="0007517B">
        <w:rPr>
          <w:szCs w:val="24"/>
        </w:rPr>
        <w:instrText xml:space="preserve"> FORMTEXT </w:instrText>
      </w:r>
      <w:r w:rsidRPr="0007517B">
        <w:rPr>
          <w:szCs w:val="24"/>
        </w:rPr>
      </w:r>
      <w:r w:rsidRPr="0007517B">
        <w:rPr>
          <w:szCs w:val="24"/>
        </w:rPr>
        <w:fldChar w:fldCharType="separate"/>
      </w:r>
      <w:r w:rsidR="00EE577B">
        <w:rPr>
          <w:szCs w:val="24"/>
        </w:rPr>
        <w:t>Einart Kask</w:t>
      </w:r>
      <w:r w:rsidRPr="0007517B">
        <w:rPr>
          <w:szCs w:val="24"/>
        </w:rPr>
        <w:fldChar w:fldCharType="end"/>
      </w:r>
      <w:bookmarkEnd w:id="3"/>
    </w:p>
    <w:p w14:paraId="66444024" w14:textId="345A5DC0" w:rsidR="0007517B" w:rsidRPr="0007517B" w:rsidRDefault="0007517B" w:rsidP="0007517B">
      <w:pPr>
        <w:jc w:val="both"/>
        <w:rPr>
          <w:szCs w:val="24"/>
        </w:rPr>
      </w:pPr>
      <w:r w:rsidRPr="0007517B">
        <w:rPr>
          <w:szCs w:val="24"/>
        </w:rP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4" w:name="Text32"/>
      <w:r w:rsidRPr="0007517B">
        <w:rPr>
          <w:szCs w:val="24"/>
        </w:rPr>
        <w:instrText xml:space="preserve"> FORMTEXT </w:instrText>
      </w:r>
      <w:r w:rsidRPr="0007517B">
        <w:rPr>
          <w:szCs w:val="24"/>
        </w:rPr>
      </w:r>
      <w:r w:rsidRPr="0007517B">
        <w:rPr>
          <w:szCs w:val="24"/>
        </w:rPr>
        <w:fldChar w:fldCharType="separate"/>
      </w:r>
      <w:r w:rsidRPr="0007517B">
        <w:rPr>
          <w:szCs w:val="24"/>
        </w:rPr>
        <w:t>RMK Edela regiooni varumisjuht</w:t>
      </w:r>
      <w:r w:rsidRPr="0007517B">
        <w:rPr>
          <w:szCs w:val="24"/>
        </w:rPr>
        <w:fldChar w:fldCharType="end"/>
      </w:r>
      <w:bookmarkEnd w:id="4"/>
    </w:p>
    <w:p w14:paraId="635D807D" w14:textId="77777777" w:rsidR="0007517B" w:rsidRDefault="0007517B" w:rsidP="0007517B">
      <w:pPr>
        <w:jc w:val="both"/>
        <w:rPr>
          <w:szCs w:val="24"/>
        </w:rPr>
      </w:pPr>
    </w:p>
    <w:p w14:paraId="3718EA28" w14:textId="77777777" w:rsidR="000134E4" w:rsidRPr="0007517B" w:rsidRDefault="000134E4" w:rsidP="0007517B">
      <w:pPr>
        <w:jc w:val="both"/>
        <w:rPr>
          <w:szCs w:val="24"/>
        </w:rPr>
      </w:pPr>
    </w:p>
    <w:p w14:paraId="15172C54" w14:textId="77777777" w:rsidR="0007517B" w:rsidRPr="0007517B" w:rsidRDefault="0007517B" w:rsidP="0007517B">
      <w:pPr>
        <w:jc w:val="both"/>
        <w:rPr>
          <w:szCs w:val="24"/>
        </w:rPr>
      </w:pPr>
    </w:p>
    <w:p w14:paraId="371BE273" w14:textId="77777777" w:rsidR="0007517B" w:rsidRPr="0007517B" w:rsidRDefault="0007517B" w:rsidP="0007517B">
      <w:pPr>
        <w:jc w:val="both"/>
        <w:rPr>
          <w:szCs w:val="24"/>
        </w:rPr>
      </w:pP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3C3AA9FF" w14:textId="07677C0F" w:rsidR="00E85637" w:rsidRDefault="00C7654C" w:rsidP="00C7654C">
      <w:pPr>
        <w:jc w:val="both"/>
      </w:pPr>
      <w:r w:rsidRPr="00C7654C">
        <w:rPr>
          <w:szCs w:val="24"/>
        </w:rP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C7654C">
        <w:rPr>
          <w:szCs w:val="24"/>
        </w:rPr>
        <w:instrText xml:space="preserve"> FORMTEXT </w:instrText>
      </w:r>
      <w:r w:rsidRPr="00C7654C">
        <w:rPr>
          <w:szCs w:val="24"/>
        </w:rPr>
      </w:r>
      <w:r w:rsidRPr="00C7654C">
        <w:rPr>
          <w:szCs w:val="24"/>
        </w:rPr>
        <w:fldChar w:fldCharType="separate"/>
      </w:r>
      <w:r w:rsidR="00EE577B" w:rsidRPr="00EE577B">
        <w:rPr>
          <w:szCs w:val="24"/>
        </w:rPr>
        <w:t>5159073</w:t>
      </w:r>
      <w:r>
        <w:rPr>
          <w:szCs w:val="24"/>
        </w:rPr>
        <w:t xml:space="preserve">, </w:t>
      </w:r>
      <w:r w:rsidR="00EE577B">
        <w:rPr>
          <w:szCs w:val="24"/>
        </w:rPr>
        <w:t>einart.kask@rmk.ee</w:t>
      </w:r>
      <w:r w:rsidRPr="00C7654C">
        <w:rPr>
          <w:szCs w:val="24"/>
        </w:rPr>
        <w:fldChar w:fldCharType="end"/>
      </w:r>
    </w:p>
    <w:sectPr w:rsidR="00E85637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4FC19" w14:textId="77777777" w:rsidR="00AB26EB" w:rsidRDefault="00AB26EB">
      <w:r>
        <w:separator/>
      </w:r>
    </w:p>
  </w:endnote>
  <w:endnote w:type="continuationSeparator" w:id="0">
    <w:p w14:paraId="2112DDCA" w14:textId="77777777" w:rsidR="00AB26EB" w:rsidRDefault="00AB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6555A" w14:textId="77777777" w:rsidR="00AB26EB" w:rsidRDefault="00AB26EB">
      <w:r>
        <w:separator/>
      </w:r>
    </w:p>
  </w:footnote>
  <w:footnote w:type="continuationSeparator" w:id="0">
    <w:p w14:paraId="53657CD9" w14:textId="77777777" w:rsidR="00AB26EB" w:rsidRDefault="00AB2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134E4"/>
    <w:rsid w:val="00057FC6"/>
    <w:rsid w:val="0007517B"/>
    <w:rsid w:val="00084B1B"/>
    <w:rsid w:val="00091B41"/>
    <w:rsid w:val="000A42B8"/>
    <w:rsid w:val="000D31BC"/>
    <w:rsid w:val="0015432F"/>
    <w:rsid w:val="00187A2D"/>
    <w:rsid w:val="001956F4"/>
    <w:rsid w:val="001D139F"/>
    <w:rsid w:val="001D2BA0"/>
    <w:rsid w:val="001E4AC0"/>
    <w:rsid w:val="001E574A"/>
    <w:rsid w:val="00231DFB"/>
    <w:rsid w:val="002D03C6"/>
    <w:rsid w:val="002F47E8"/>
    <w:rsid w:val="003212B7"/>
    <w:rsid w:val="00326150"/>
    <w:rsid w:val="00356C40"/>
    <w:rsid w:val="00360D6D"/>
    <w:rsid w:val="003825A1"/>
    <w:rsid w:val="003A08B0"/>
    <w:rsid w:val="00436506"/>
    <w:rsid w:val="00491E34"/>
    <w:rsid w:val="004F4F69"/>
    <w:rsid w:val="004F7A94"/>
    <w:rsid w:val="005E3DCC"/>
    <w:rsid w:val="005F4D10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45FCB"/>
    <w:rsid w:val="00864926"/>
    <w:rsid w:val="00883F69"/>
    <w:rsid w:val="008B1038"/>
    <w:rsid w:val="008C0A3A"/>
    <w:rsid w:val="009025DB"/>
    <w:rsid w:val="0093754F"/>
    <w:rsid w:val="009549A2"/>
    <w:rsid w:val="009854AC"/>
    <w:rsid w:val="009B3991"/>
    <w:rsid w:val="009B3ECA"/>
    <w:rsid w:val="009D3F3A"/>
    <w:rsid w:val="009F608F"/>
    <w:rsid w:val="00A02E3A"/>
    <w:rsid w:val="00A4227C"/>
    <w:rsid w:val="00A9445B"/>
    <w:rsid w:val="00AA3A61"/>
    <w:rsid w:val="00AA6DA9"/>
    <w:rsid w:val="00AB0C9E"/>
    <w:rsid w:val="00AB26EB"/>
    <w:rsid w:val="00B01DF5"/>
    <w:rsid w:val="00B21EEA"/>
    <w:rsid w:val="00B36ECD"/>
    <w:rsid w:val="00B4080A"/>
    <w:rsid w:val="00B7608B"/>
    <w:rsid w:val="00BE1106"/>
    <w:rsid w:val="00BF0803"/>
    <w:rsid w:val="00C00FCF"/>
    <w:rsid w:val="00C20765"/>
    <w:rsid w:val="00C32B5E"/>
    <w:rsid w:val="00C52479"/>
    <w:rsid w:val="00C67247"/>
    <w:rsid w:val="00C7654C"/>
    <w:rsid w:val="00C82385"/>
    <w:rsid w:val="00C96083"/>
    <w:rsid w:val="00C973B7"/>
    <w:rsid w:val="00CF0857"/>
    <w:rsid w:val="00D9061A"/>
    <w:rsid w:val="00DF304D"/>
    <w:rsid w:val="00E02093"/>
    <w:rsid w:val="00E367C6"/>
    <w:rsid w:val="00E85637"/>
    <w:rsid w:val="00E95C70"/>
    <w:rsid w:val="00EA58C5"/>
    <w:rsid w:val="00EC5BAE"/>
    <w:rsid w:val="00EE577B"/>
    <w:rsid w:val="00F049F5"/>
    <w:rsid w:val="00F04FCF"/>
    <w:rsid w:val="00F269BB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EE57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mailto:maire.akkermann@parnu.ee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nu.ee/linnakodanikule/linnamajandus-keskkond/avalduste-taotluste-vormid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4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1137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Anu Laas</cp:lastModifiedBy>
  <cp:revision>2</cp:revision>
  <cp:lastPrinted>2014-04-01T12:05:00Z</cp:lastPrinted>
  <dcterms:created xsi:type="dcterms:W3CDTF">2024-03-18T09:00:00Z</dcterms:created>
  <dcterms:modified xsi:type="dcterms:W3CDTF">2024-03-18T09:00:00Z</dcterms:modified>
</cp:coreProperties>
</file>